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9D2BAD" w:rsidRPr="009D2BAD">
        <w:rPr>
          <w:rStyle w:val="FontStyle37"/>
          <w:rFonts w:asciiTheme="minorHAnsi" w:hAnsiTheme="minorHAnsi"/>
          <w:sz w:val="18"/>
          <w:szCs w:val="18"/>
        </w:rPr>
        <w:t>Pravidelná kontrola a čištění spalinových cest v obvodu OŘ Praha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0C4084" w:rsidRPr="006D7B0D" w:rsidRDefault="000C4084" w:rsidP="000C4084">
      <w:pPr>
        <w:pStyle w:val="Odstavecseseznamem"/>
        <w:numPr>
          <w:ilvl w:val="0"/>
          <w:numId w:val="36"/>
        </w:numPr>
        <w:tabs>
          <w:tab w:val="center" w:pos="993"/>
        </w:tabs>
        <w:autoSpaceDE w:val="0"/>
        <w:autoSpaceDN w:val="0"/>
      </w:pPr>
      <w:r w:rsidRPr="006D7B0D">
        <w:t>Formulář ČP o splnění základní způsobilosti</w:t>
      </w:r>
    </w:p>
    <w:p w:rsidR="000C4084" w:rsidRDefault="000C4084" w:rsidP="000C4084">
      <w:pPr>
        <w:pStyle w:val="Odstavecseseznamem"/>
        <w:numPr>
          <w:ilvl w:val="0"/>
          <w:numId w:val="36"/>
        </w:numPr>
        <w:tabs>
          <w:tab w:val="center" w:pos="993"/>
        </w:tabs>
        <w:autoSpaceDE w:val="0"/>
        <w:autoSpaceDN w:val="0"/>
      </w:pPr>
      <w:r w:rsidRPr="006D7B0D">
        <w:t>Formulář nabídky</w:t>
      </w:r>
    </w:p>
    <w:p w:rsidR="000C4084" w:rsidRPr="006D7B0D" w:rsidRDefault="000C4084" w:rsidP="000C4084">
      <w:pPr>
        <w:pStyle w:val="Odstavecseseznamem"/>
        <w:numPr>
          <w:ilvl w:val="0"/>
          <w:numId w:val="36"/>
        </w:numPr>
      </w:pPr>
      <w:r w:rsidRPr="006D7B0D">
        <w:t xml:space="preserve">Návrh smlouvy o </w:t>
      </w:r>
      <w:r w:rsidR="00004362">
        <w:t>dílo</w:t>
      </w:r>
    </w:p>
    <w:p w:rsidR="000C4084" w:rsidRPr="006D7B0D" w:rsidRDefault="000C4084" w:rsidP="000C4084">
      <w:pPr>
        <w:pStyle w:val="Odstavecseseznamem"/>
        <w:numPr>
          <w:ilvl w:val="0"/>
          <w:numId w:val="36"/>
        </w:numPr>
        <w:tabs>
          <w:tab w:val="center" w:pos="993"/>
        </w:tabs>
        <w:autoSpaceDE w:val="0"/>
        <w:autoSpaceDN w:val="0"/>
        <w:spacing w:after="0"/>
        <w:ind w:left="1003" w:hanging="357"/>
      </w:pPr>
      <w:r w:rsidRPr="006D7B0D">
        <w:t>Položkový soupis prací s výkazem výměr</w:t>
      </w:r>
    </w:p>
    <w:p w:rsidR="000C4084" w:rsidRDefault="000C4084" w:rsidP="000C4084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6D7B0D">
        <w:t>Analýza rizik - OŘ Praha</w:t>
      </w:r>
    </w:p>
    <w:p w:rsidR="000C4084" w:rsidRPr="006D7B0D" w:rsidRDefault="000C4084" w:rsidP="000C4084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>
        <w:t>Nález podezřelého předmětu</w:t>
      </w:r>
    </w:p>
    <w:p w:rsidR="000C4084" w:rsidRPr="006D7B0D" w:rsidRDefault="000C4084" w:rsidP="000C4084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6D7B0D">
        <w:t>Čestné prohlášení ve vztahu k 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0C4084" w:rsidRPr="009D2BAD">
        <w:rPr>
          <w:rStyle w:val="FontStyle37"/>
          <w:rFonts w:asciiTheme="minorHAnsi" w:hAnsiTheme="minorHAnsi"/>
          <w:sz w:val="18"/>
          <w:szCs w:val="18"/>
        </w:rPr>
        <w:t>Pravidelná kontrola a čištění spalinových cest v obvodu OŘ Praha</w:t>
      </w:r>
      <w:r w:rsidRPr="00F05536">
        <w:rPr>
          <w:b/>
        </w:rPr>
        <w:t xml:space="preserve">“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0C4084">
        <w:rPr>
          <w:b/>
          <w:bCs/>
        </w:rPr>
        <w:t xml:space="preserve">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0C4084">
        <w:rPr>
          <w:b/>
          <w:bCs/>
        </w:rPr>
        <w:t xml:space="preserve">    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bod číslo 1). Souhlasíme s tím, že tato nabídka a zadávací dokumentace jsou závazným podkladem pro uzavření smlouvy </w:t>
      </w:r>
      <w:r w:rsidR="00F05536" w:rsidRPr="00F05536">
        <w:t xml:space="preserve">o </w:t>
      </w:r>
      <w:r w:rsidR="00B47C38">
        <w:t>dílo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922DF1">
      <w:pPr>
        <w:pStyle w:val="Zhlav"/>
        <w:tabs>
          <w:tab w:val="clear" w:pos="4536"/>
          <w:tab w:val="left" w:pos="1843"/>
        </w:tabs>
        <w:ind w:left="2977" w:hanging="2693"/>
      </w:pPr>
      <w:r w:rsidRPr="00F05536">
        <w:t xml:space="preserve">Zahájení díla: </w:t>
      </w:r>
      <w:r w:rsidR="00922DF1">
        <w:rPr>
          <w:b/>
        </w:rPr>
        <w:t>srpen</w:t>
      </w:r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– </w:t>
      </w:r>
      <w:r w:rsidRPr="00922DF1">
        <w:t>ihned</w:t>
      </w:r>
      <w:r w:rsidRPr="00F05536">
        <w:rPr>
          <w:b/>
        </w:rPr>
        <w:t xml:space="preserve"> </w:t>
      </w:r>
      <w:r w:rsidR="00922DF1" w:rsidRPr="006D7B0D">
        <w:t>po nabytí účinnosti smlouvy uveřejněním v 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922DF1">
        <w:rPr>
          <w:b/>
        </w:rPr>
        <w:t>31</w:t>
      </w:r>
      <w:r w:rsidRPr="00F05536">
        <w:rPr>
          <w:b/>
        </w:rPr>
        <w:t xml:space="preserve">. </w:t>
      </w:r>
      <w:r w:rsidR="00922DF1">
        <w:rPr>
          <w:b/>
        </w:rPr>
        <w:t>října</w:t>
      </w:r>
      <w:r w:rsidR="00F05536" w:rsidRPr="00F05536">
        <w:rPr>
          <w:b/>
        </w:rPr>
        <w:t xml:space="preserve"> 2020</w:t>
      </w:r>
      <w:r w:rsidRPr="00F05536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</w:r>
      <w:r w:rsidR="00922DF1">
        <w:t xml:space="preserve">      …..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Prohlašujeme, že na </w:t>
      </w:r>
      <w:r w:rsidR="00004362">
        <w:t>pracovišti</w:t>
      </w:r>
      <w:bookmarkStart w:id="0" w:name="_GoBack"/>
      <w:bookmarkEnd w:id="0"/>
      <w:r w:rsidRPr="007364DE">
        <w:t xml:space="preserve"> </w:t>
      </w:r>
      <w:r w:rsidRPr="007364DE">
        <w:rPr>
          <w:b/>
          <w:bCs/>
        </w:rPr>
        <w:t xml:space="preserve">budou / nebudou* </w:t>
      </w:r>
      <w:r w:rsidRPr="007364DE">
        <w:rPr>
          <w:i/>
          <w:iCs/>
        </w:rPr>
        <w:t>(*nehodící se škrtněte)</w:t>
      </w:r>
      <w:r w:rsidRPr="007364DE">
        <w:t xml:space="preserve"> působit zaměstnanci více než jednoho </w:t>
      </w:r>
      <w:r w:rsidR="00B47C38">
        <w:t>dodavatele</w:t>
      </w:r>
      <w:r w:rsidRPr="007364DE">
        <w:t xml:space="preserve"> ve smyslu ustanovení § 14 odst. 1 zákona č. 309/2006 Sb., o zajištění dalších podmínek bezpečnosti a ochrany zdraví při práci. Za </w:t>
      </w:r>
      <w:r w:rsidR="00B47C38">
        <w:t>dodavatele</w:t>
      </w:r>
      <w:r w:rsidRPr="007364DE">
        <w:t xml:space="preserve"> se přitom považuje jakákoliv právnická nebo fyzická osoba podílející se na realizaci </w:t>
      </w:r>
      <w:r w:rsidR="00B47C38">
        <w:t>předmětu veřejné zakázky</w:t>
      </w:r>
      <w:r>
        <w:t>, tedy i případní pod</w:t>
      </w:r>
      <w:r w:rsidRPr="007364DE">
        <w:t>dodavatelé.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Pokud bude naše nabídka vybrána jako nejvhodnější a bude s námi uzavřena </w:t>
      </w:r>
      <w:r w:rsidRPr="005F5E9D">
        <w:t xml:space="preserve">smlouva </w:t>
      </w:r>
      <w:r w:rsidR="00F05536" w:rsidRPr="005F5E9D">
        <w:t xml:space="preserve">o </w:t>
      </w:r>
      <w:r w:rsidR="00B47C38">
        <w:t>dílo</w:t>
      </w:r>
      <w:r w:rsidRPr="005F5E9D">
        <w:t>, zavazujeme se k součinnosti s koordinátorem bezpečnosti ochrany</w:t>
      </w:r>
      <w:r w:rsidRPr="007364DE">
        <w:t xml:space="preserve"> zdraví při práci na </w:t>
      </w:r>
      <w:r w:rsidR="00B47C38">
        <w:t>pracov</w:t>
      </w:r>
      <w:r w:rsidRPr="007364DE">
        <w:t>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>
        <w:t>jeho části některým z našich pod</w:t>
      </w:r>
      <w:r w:rsidRPr="007364DE">
        <w:t>dodavatelů.</w:t>
      </w:r>
    </w:p>
    <w:p w:rsidR="00374707" w:rsidRPr="007364DE" w:rsidRDefault="00374707" w:rsidP="00374707">
      <w:pPr>
        <w:spacing w:before="120"/>
        <w:ind w:left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smlouva </w:t>
      </w:r>
      <w:r w:rsidR="00B47C38">
        <w:t>o dílo</w:t>
      </w:r>
      <w:r w:rsidR="00F05536" w:rsidRPr="005F5E9D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95584D">
        <w:t>…………………………….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95584D">
        <w:t>……………………………………..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>:</w:t>
      </w:r>
      <w:r w:rsidR="0095584D">
        <w:t>……………………………..</w:t>
      </w:r>
      <w:r>
        <w:t xml:space="preserve">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="0095584D">
        <w:t>……………………………….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4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4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CB8C0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2A5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436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436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3C25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A578A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04362"/>
    <w:rsid w:val="00072C1E"/>
    <w:rsid w:val="000C408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5F5E9D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F1"/>
    <w:rsid w:val="00923DE9"/>
    <w:rsid w:val="00936091"/>
    <w:rsid w:val="00940D8A"/>
    <w:rsid w:val="0095584D"/>
    <w:rsid w:val="00962258"/>
    <w:rsid w:val="009678B7"/>
    <w:rsid w:val="009833E1"/>
    <w:rsid w:val="00992D9C"/>
    <w:rsid w:val="00996CB8"/>
    <w:rsid w:val="009B14A9"/>
    <w:rsid w:val="009B2E97"/>
    <w:rsid w:val="009D2BAD"/>
    <w:rsid w:val="009E07F4"/>
    <w:rsid w:val="009F3193"/>
    <w:rsid w:val="009F392E"/>
    <w:rsid w:val="00A6177B"/>
    <w:rsid w:val="00A66136"/>
    <w:rsid w:val="00AA4651"/>
    <w:rsid w:val="00AA4CBB"/>
    <w:rsid w:val="00AA65FA"/>
    <w:rsid w:val="00AA7351"/>
    <w:rsid w:val="00AD056F"/>
    <w:rsid w:val="00AD6731"/>
    <w:rsid w:val="00B15D0D"/>
    <w:rsid w:val="00B47C38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623B53"/>
  <w14:defaultImageDpi w14:val="32767"/>
  <w15:docId w15:val="{9FC84519-DB85-4A43-A0BC-160D8849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9D2BA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C30D8A-C30E-415D-B451-45BFD09A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</TotalTime>
  <Pages>2</Pages>
  <Words>666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Bartoňová Simona, Ing.</cp:lastModifiedBy>
  <cp:revision>10</cp:revision>
  <cp:lastPrinted>2017-11-28T17:18:00Z</cp:lastPrinted>
  <dcterms:created xsi:type="dcterms:W3CDTF">2020-07-16T10:38:00Z</dcterms:created>
  <dcterms:modified xsi:type="dcterms:W3CDTF">2020-07-21T08:16:00Z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